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BAD3A5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r w:rsidR="00E67DB1" w:rsidRPr="00E67DB1">
        <w:rPr>
          <w:b/>
          <w:bCs/>
          <w:color w:val="FF5200" w:themeColor="accent2"/>
          <w:sz w:val="36"/>
          <w:szCs w:val="36"/>
        </w:rPr>
        <w:t>Projekt stávajícího stavu na TÚ 2191 Olomouc – Milotice nad Opavou</w:t>
      </w:r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2913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E67D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580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336AB51" w14:textId="0ABD72DE" w:rsidR="004630B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1816466" w:history="1">
            <w:r w:rsidR="004630BC" w:rsidRPr="004D530A">
              <w:rPr>
                <w:rStyle w:val="Hypertextovodkaz"/>
                <w:noProof/>
              </w:rPr>
              <w:t>Kapitola 1.</w:t>
            </w:r>
            <w:r w:rsidR="004630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630BC" w:rsidRPr="004D530A">
              <w:rPr>
                <w:rStyle w:val="Hypertextovodkaz"/>
                <w:noProof/>
              </w:rPr>
              <w:t>Základní údaje k nabídce</w:t>
            </w:r>
            <w:r w:rsidR="004630BC">
              <w:rPr>
                <w:noProof/>
                <w:webHidden/>
              </w:rPr>
              <w:tab/>
            </w:r>
            <w:r w:rsidR="004630BC">
              <w:rPr>
                <w:noProof/>
                <w:webHidden/>
              </w:rPr>
              <w:fldChar w:fldCharType="begin"/>
            </w:r>
            <w:r w:rsidR="004630BC">
              <w:rPr>
                <w:noProof/>
                <w:webHidden/>
              </w:rPr>
              <w:instrText xml:space="preserve"> PAGEREF _Toc201816466 \h </w:instrText>
            </w:r>
            <w:r w:rsidR="004630BC">
              <w:rPr>
                <w:noProof/>
                <w:webHidden/>
              </w:rPr>
            </w:r>
            <w:r w:rsidR="004630BC"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2</w:t>
            </w:r>
            <w:r w:rsidR="004630BC">
              <w:rPr>
                <w:noProof/>
                <w:webHidden/>
              </w:rPr>
              <w:fldChar w:fldCharType="end"/>
            </w:r>
          </w:hyperlink>
        </w:p>
        <w:p w14:paraId="73572EEB" w14:textId="27418FC5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7" w:history="1">
            <w:r w:rsidRPr="004D530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FEE2C" w14:textId="2D4855B9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8" w:history="1">
            <w:r w:rsidRPr="004D530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0F11D" w14:textId="5B7AC0F0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69" w:history="1">
            <w:r w:rsidRPr="004D530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ECB5D" w14:textId="71BEFF5F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0" w:history="1">
            <w:r w:rsidRPr="004D530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C82DB" w14:textId="0EB8BD7A" w:rsidR="004630BC" w:rsidRDefault="004630BC" w:rsidP="004630B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1" w:history="1">
            <w:r w:rsidRPr="004D530A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Čestné</w:t>
            </w:r>
            <w:r w:rsidRPr="004D530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4DDC1" w14:textId="0737F5C6" w:rsidR="004630BC" w:rsidRDefault="004630B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816472" w:history="1">
            <w:r w:rsidRPr="004D530A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D530A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_Toc201816472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291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6BC18E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181646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67DB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67DB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1816467"/>
      <w:r>
        <w:lastRenderedPageBreak/>
        <w:t>Ceník</w:t>
      </w:r>
      <w:bookmarkEnd w:id="1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181646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1816469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181647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1816471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201816472"/>
      <w:r>
        <w:t>Seznam osob</w:t>
      </w:r>
      <w:bookmarkEnd w:id="6"/>
      <w:bookmarkEnd w:id="7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9877FF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9877FF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9877FF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41430"/>
    <w:rsid w:val="00450F07"/>
    <w:rsid w:val="00453365"/>
    <w:rsid w:val="00453CD3"/>
    <w:rsid w:val="00460660"/>
    <w:rsid w:val="004630B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5116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DF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67DB1"/>
    <w:rsid w:val="00E85D44"/>
    <w:rsid w:val="00EA29E7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9</Pages>
  <Words>1231</Words>
  <Characters>7263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8</cp:revision>
  <cp:lastPrinted>2025-06-26T07:09:00Z</cp:lastPrinted>
  <dcterms:created xsi:type="dcterms:W3CDTF">2025-06-26T05:05:00Z</dcterms:created>
  <dcterms:modified xsi:type="dcterms:W3CDTF">2025-07-30T09:03:00Z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